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BA1046" w:rsidRDefault="00101C98" w:rsidP="00101C98">
      <w:pPr>
        <w:pStyle w:val="a3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t>проект</w:t>
      </w:r>
    </w:p>
    <w:p w:rsidR="00946F4F" w:rsidRPr="005856B2" w:rsidRDefault="00946F4F" w:rsidP="00946F4F">
      <w:pPr>
        <w:pStyle w:val="a3"/>
        <w:rPr>
          <w:sz w:val="16"/>
          <w:szCs w:val="16"/>
        </w:rPr>
      </w:pPr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04676A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внесении изменени</w:t>
      </w:r>
      <w:r w:rsidR="00DB0DA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ую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04676A" w:rsidRPr="00B455BB" w:rsidRDefault="0004676A" w:rsidP="000467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E4A0F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эффективности в Воскресенском муниципальном районе Моск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овской области на </w:t>
      </w:r>
      <w:r w:rsidR="00DE5ADA">
        <w:rPr>
          <w:rFonts w:ascii="Times New Roman" w:hAnsi="Times New Roman" w:cs="Times New Roman"/>
          <w:b/>
          <w:sz w:val="24"/>
          <w:szCs w:val="24"/>
        </w:rPr>
        <w:t>2015-2019</w:t>
      </w:r>
      <w:r w:rsidRPr="007E4A0F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012EDB">
        <w:rPr>
          <w:rFonts w:ascii="Times New Roman" w:hAnsi="Times New Roman" w:cs="Times New Roman"/>
          <w:b/>
          <w:sz w:val="24"/>
          <w:szCs w:val="24"/>
        </w:rPr>
        <w:t>утвержденную постановлением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Воскресенского муниципального района Мос</w:t>
      </w:r>
      <w:r w:rsidR="00DB0DA2">
        <w:rPr>
          <w:rFonts w:ascii="Times New Roman" w:hAnsi="Times New Roman" w:cs="Times New Roman"/>
          <w:b/>
          <w:sz w:val="24"/>
          <w:szCs w:val="24"/>
        </w:rPr>
        <w:t>ковской области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от 14.10.2014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2462.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179 Бюджетного кодекса РФ и Порядком разработки и реализации муниципальных программ Воскресенского муниципального района, утвержденным постановлен</w:t>
      </w:r>
      <w:r w:rsidR="00DE5ADA">
        <w:rPr>
          <w:rFonts w:ascii="Times New Roman" w:hAnsi="Times New Roman" w:cs="Times New Roman"/>
          <w:sz w:val="24"/>
          <w:szCs w:val="24"/>
        </w:rPr>
        <w:t>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DE5ADA">
        <w:rPr>
          <w:rFonts w:ascii="Times New Roman" w:hAnsi="Times New Roman" w:cs="Times New Roman"/>
          <w:sz w:val="24"/>
          <w:szCs w:val="24"/>
        </w:rPr>
        <w:t xml:space="preserve">ского района Московской области от </w:t>
      </w:r>
      <w:r w:rsidR="0057375A">
        <w:rPr>
          <w:rFonts w:ascii="Times New Roman" w:hAnsi="Times New Roman" w:cs="Times New Roman"/>
          <w:sz w:val="24"/>
          <w:szCs w:val="24"/>
        </w:rPr>
        <w:t>10</w:t>
      </w:r>
      <w:r w:rsidR="00DE5ADA">
        <w:rPr>
          <w:rFonts w:ascii="Times New Roman" w:hAnsi="Times New Roman" w:cs="Times New Roman"/>
          <w:sz w:val="24"/>
          <w:szCs w:val="24"/>
        </w:rPr>
        <w:t>.0</w:t>
      </w:r>
      <w:r w:rsidR="0057375A">
        <w:rPr>
          <w:rFonts w:ascii="Times New Roman" w:hAnsi="Times New Roman" w:cs="Times New Roman"/>
          <w:sz w:val="24"/>
          <w:szCs w:val="24"/>
        </w:rPr>
        <w:t>4</w:t>
      </w:r>
      <w:r w:rsidR="00DE5ADA">
        <w:rPr>
          <w:rFonts w:ascii="Times New Roman" w:hAnsi="Times New Roman" w:cs="Times New Roman"/>
          <w:sz w:val="24"/>
          <w:szCs w:val="24"/>
        </w:rPr>
        <w:t>.201</w:t>
      </w:r>
      <w:r w:rsidR="0057375A">
        <w:rPr>
          <w:rFonts w:ascii="Times New Roman" w:hAnsi="Times New Roman" w:cs="Times New Roman"/>
          <w:sz w:val="24"/>
          <w:szCs w:val="24"/>
        </w:rPr>
        <w:t>5</w:t>
      </w:r>
      <w:r w:rsidR="00DE5ADA">
        <w:rPr>
          <w:rFonts w:ascii="Times New Roman" w:hAnsi="Times New Roman" w:cs="Times New Roman"/>
          <w:sz w:val="24"/>
          <w:szCs w:val="24"/>
        </w:rPr>
        <w:t xml:space="preserve"> г. № </w:t>
      </w:r>
      <w:r w:rsidR="0057375A">
        <w:rPr>
          <w:rFonts w:ascii="Times New Roman" w:hAnsi="Times New Roman" w:cs="Times New Roman"/>
          <w:sz w:val="24"/>
          <w:szCs w:val="24"/>
        </w:rPr>
        <w:t>815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1046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8942A9">
        <w:rPr>
          <w:rFonts w:ascii="Times New Roman" w:hAnsi="Times New Roman" w:cs="Times New Roman"/>
          <w:sz w:val="24"/>
          <w:szCs w:val="24"/>
        </w:rPr>
        <w:t>уточнением</w:t>
      </w:r>
      <w:r w:rsidR="00BA1046">
        <w:rPr>
          <w:rFonts w:ascii="Times New Roman" w:hAnsi="Times New Roman" w:cs="Times New Roman"/>
          <w:sz w:val="24"/>
          <w:szCs w:val="24"/>
        </w:rPr>
        <w:t xml:space="preserve"> объемов финансирования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260B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1.  Внести в 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Cs/>
          <w:sz w:val="24"/>
          <w:szCs w:val="24"/>
        </w:rPr>
        <w:t>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Воскресенском муниципально</w:t>
      </w:r>
      <w:r w:rsidR="002214FB">
        <w:rPr>
          <w:rFonts w:ascii="Times New Roman" w:hAnsi="Times New Roman" w:cs="Times New Roman"/>
          <w:sz w:val="24"/>
          <w:szCs w:val="24"/>
        </w:rPr>
        <w:t xml:space="preserve">м районе Московской области на </w:t>
      </w:r>
      <w:r w:rsidR="002214FB" w:rsidRPr="002214FB">
        <w:rPr>
          <w:rFonts w:ascii="Times New Roman" w:hAnsi="Times New Roman" w:cs="Times New Roman"/>
          <w:sz w:val="24"/>
          <w:szCs w:val="24"/>
        </w:rPr>
        <w:t>2015-2019 годы», утвержденную постановлением администрации Воскресенского муниципального района Мос</w:t>
      </w:r>
      <w:r w:rsidR="00DD7F85">
        <w:rPr>
          <w:rFonts w:ascii="Times New Roman" w:hAnsi="Times New Roman" w:cs="Times New Roman"/>
          <w:sz w:val="24"/>
          <w:szCs w:val="24"/>
        </w:rPr>
        <w:t xml:space="preserve">ковской области» от 14.10.2014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2214FB">
        <w:rPr>
          <w:rFonts w:ascii="Times New Roman" w:hAnsi="Times New Roman" w:cs="Times New Roman"/>
          <w:sz w:val="24"/>
          <w:szCs w:val="24"/>
        </w:rPr>
        <w:t xml:space="preserve"> 2462 </w:t>
      </w:r>
      <w:r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 w:rsidRPr="00104B2E">
        <w:rPr>
          <w:rFonts w:ascii="Times New Roman" w:hAnsi="Times New Roman" w:cs="Times New Roman"/>
          <w:sz w:val="24"/>
          <w:szCs w:val="24"/>
        </w:rPr>
        <w:t>:</w:t>
      </w:r>
    </w:p>
    <w:p w:rsidR="00946F4F" w:rsidRDefault="00946F4F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B2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="00147794">
        <w:rPr>
          <w:rFonts w:ascii="Times New Roman" w:hAnsi="Times New Roman" w:cs="Times New Roman"/>
          <w:sz w:val="24"/>
          <w:szCs w:val="24"/>
        </w:rPr>
        <w:t xml:space="preserve">. Паспорт муниципальной программы </w:t>
      </w:r>
      <w:r w:rsidR="002214FB" w:rsidRPr="002214FB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Воскресенском муниципально</w:t>
      </w:r>
      <w:r w:rsidR="002214FB">
        <w:rPr>
          <w:rFonts w:ascii="Times New Roman" w:hAnsi="Times New Roman" w:cs="Times New Roman"/>
          <w:sz w:val="24"/>
          <w:szCs w:val="24"/>
        </w:rPr>
        <w:t xml:space="preserve">м районе Московской области на </w:t>
      </w:r>
      <w:r w:rsidR="002214FB" w:rsidRPr="002214FB">
        <w:rPr>
          <w:rFonts w:ascii="Times New Roman" w:hAnsi="Times New Roman" w:cs="Times New Roman"/>
          <w:sz w:val="24"/>
          <w:szCs w:val="24"/>
        </w:rPr>
        <w:t>2015-2019 годы»</w:t>
      </w:r>
      <w:r w:rsidRPr="00104B2E">
        <w:rPr>
          <w:rFonts w:ascii="Times New Roman" w:hAnsi="Times New Roman" w:cs="Times New Roman"/>
          <w:sz w:val="24"/>
          <w:szCs w:val="24"/>
        </w:rPr>
        <w:t xml:space="preserve"> изложить в 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 (Приложение 1</w:t>
      </w:r>
      <w:r w:rsidR="008942A9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104B2E">
        <w:rPr>
          <w:rFonts w:ascii="Times New Roman" w:hAnsi="Times New Roman" w:cs="Times New Roman"/>
          <w:sz w:val="24"/>
          <w:szCs w:val="24"/>
        </w:rPr>
        <w:t>)</w:t>
      </w:r>
      <w:r w:rsidR="0004676A">
        <w:rPr>
          <w:rFonts w:ascii="Times New Roman" w:hAnsi="Times New Roman" w:cs="Times New Roman"/>
          <w:sz w:val="24"/>
          <w:szCs w:val="24"/>
        </w:rPr>
        <w:t>;</w:t>
      </w:r>
    </w:p>
    <w:p w:rsidR="002214FB" w:rsidRDefault="00DB0DA2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Паспорт </w:t>
      </w:r>
      <w:r w:rsidR="002214FB">
        <w:rPr>
          <w:rFonts w:ascii="Times New Roman" w:hAnsi="Times New Roman" w:cs="Times New Roman"/>
          <w:bCs/>
          <w:sz w:val="24"/>
          <w:szCs w:val="24"/>
        </w:rPr>
        <w:t>подпрограммы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«Энергосбережение и повышение энергетической эффективности в бюджетной сфере Воскресенского муниципального района Московской области на 2015-2019 годы» муниципальной программы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Воскресенском муниципально</w:t>
      </w:r>
      <w:r w:rsidR="002214FB">
        <w:rPr>
          <w:rFonts w:ascii="Times New Roman" w:hAnsi="Times New Roman" w:cs="Times New Roman"/>
          <w:sz w:val="24"/>
          <w:szCs w:val="24"/>
        </w:rPr>
        <w:t xml:space="preserve">м районе Московской области на </w:t>
      </w:r>
      <w:r w:rsidR="002214FB" w:rsidRPr="002214FB">
        <w:rPr>
          <w:rFonts w:ascii="Times New Roman" w:hAnsi="Times New Roman" w:cs="Times New Roman"/>
          <w:sz w:val="24"/>
          <w:szCs w:val="24"/>
        </w:rPr>
        <w:t>2015-2019 годы»</w:t>
      </w:r>
      <w:r w:rsidR="002214FB">
        <w:rPr>
          <w:rFonts w:ascii="Times New Roman" w:hAnsi="Times New Roman" w:cs="Times New Roman"/>
          <w:sz w:val="24"/>
          <w:szCs w:val="24"/>
        </w:rPr>
        <w:t xml:space="preserve"> изложить в новой редакции (Приложение 2</w:t>
      </w:r>
      <w:r w:rsidR="008942A9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2214FB">
        <w:rPr>
          <w:rFonts w:ascii="Times New Roman" w:hAnsi="Times New Roman" w:cs="Times New Roman"/>
          <w:sz w:val="24"/>
          <w:szCs w:val="24"/>
        </w:rPr>
        <w:t>);</w:t>
      </w:r>
    </w:p>
    <w:p w:rsidR="00101C98" w:rsidRDefault="003B1F5D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4676A">
        <w:rPr>
          <w:rFonts w:ascii="Times New Roman" w:hAnsi="Times New Roman" w:cs="Times New Roman"/>
          <w:sz w:val="24"/>
          <w:szCs w:val="24"/>
        </w:rPr>
        <w:t xml:space="preserve">. </w:t>
      </w:r>
      <w:r w:rsidR="00101C98">
        <w:rPr>
          <w:rFonts w:ascii="Times New Roman" w:hAnsi="Times New Roman" w:cs="Times New Roman"/>
          <w:sz w:val="24"/>
          <w:szCs w:val="24"/>
        </w:rPr>
        <w:t xml:space="preserve"> Приложение 1</w:t>
      </w:r>
      <w:r w:rsidR="008942A9">
        <w:rPr>
          <w:rFonts w:ascii="Times New Roman" w:hAnsi="Times New Roman" w:cs="Times New Roman"/>
          <w:sz w:val="24"/>
          <w:szCs w:val="24"/>
        </w:rPr>
        <w:t xml:space="preserve"> </w:t>
      </w:r>
      <w:r w:rsidR="00BC7950">
        <w:rPr>
          <w:rFonts w:ascii="Times New Roman" w:hAnsi="Times New Roman" w:cs="Times New Roman"/>
          <w:sz w:val="24"/>
          <w:szCs w:val="24"/>
        </w:rPr>
        <w:t xml:space="preserve">«Перечень мероприятий подпрограммы </w:t>
      </w:r>
      <w:r w:rsidR="00BC7950" w:rsidRPr="00BC7950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в бюджетной сфере Воскресенского муниципального района Моско</w:t>
      </w:r>
      <w:r w:rsidR="00BC7950">
        <w:rPr>
          <w:rFonts w:ascii="Times New Roman" w:hAnsi="Times New Roman" w:cs="Times New Roman"/>
          <w:sz w:val="24"/>
          <w:szCs w:val="24"/>
        </w:rPr>
        <w:t>вской области на 2015-2019 годы»</w:t>
      </w:r>
      <w:r w:rsidR="00BC7950" w:rsidRPr="00BC7950">
        <w:rPr>
          <w:rFonts w:ascii="Times New Roman" w:hAnsi="Times New Roman" w:cs="Times New Roman"/>
          <w:sz w:val="24"/>
          <w:szCs w:val="24"/>
        </w:rPr>
        <w:t xml:space="preserve"> </w:t>
      </w:r>
      <w:r w:rsidR="001D7F59">
        <w:rPr>
          <w:rFonts w:ascii="Times New Roman" w:hAnsi="Times New Roman" w:cs="Times New Roman"/>
          <w:sz w:val="24"/>
          <w:szCs w:val="24"/>
        </w:rPr>
        <w:t>к Под</w:t>
      </w:r>
      <w:r w:rsidR="001D7F59">
        <w:rPr>
          <w:rFonts w:ascii="Times New Roman" w:hAnsi="Times New Roman" w:cs="Times New Roman"/>
          <w:sz w:val="24"/>
          <w:szCs w:val="24"/>
        </w:rPr>
        <w:t xml:space="preserve">программе </w:t>
      </w:r>
      <w:bookmarkStart w:id="0" w:name="_GoBack"/>
      <w:bookmarkEnd w:id="0"/>
      <w:r w:rsidR="001D7F59" w:rsidRPr="002214FB">
        <w:rPr>
          <w:rFonts w:ascii="Times New Roman" w:hAnsi="Times New Roman" w:cs="Times New Roman"/>
          <w:bCs/>
          <w:sz w:val="24"/>
          <w:szCs w:val="24"/>
        </w:rPr>
        <w:t>«Энергосбережение и повышение энергетической эффективности в бюджетной сфере Воскресенского муниципального района Московской области на 2015-2019 годы»</w:t>
      </w:r>
      <w:r w:rsidR="001D7F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1C98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редакции. (Приложение 3</w:t>
      </w:r>
      <w:r w:rsidR="008942A9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101C98" w:rsidRPr="00104B2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6F4F" w:rsidRPr="00104B2E" w:rsidRDefault="00946F4F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B2E">
        <w:rPr>
          <w:rFonts w:ascii="Times New Roman" w:hAnsi="Times New Roman" w:cs="Times New Roman"/>
          <w:sz w:val="24"/>
          <w:szCs w:val="24"/>
        </w:rPr>
        <w:t xml:space="preserve">2.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EF3FA1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8942A9">
        <w:rPr>
          <w:rFonts w:ascii="Times New Roman" w:hAnsi="Times New Roman" w:cs="Times New Roman"/>
          <w:sz w:val="24"/>
          <w:szCs w:val="24"/>
        </w:rPr>
        <w:t>заместителя руководителя администрации Воскресенского муниципального района Сорокина И.А</w:t>
      </w:r>
      <w:r w:rsidRPr="00104B2E">
        <w:rPr>
          <w:rFonts w:ascii="Times New Roman" w:hAnsi="Times New Roman" w:cs="Times New Roman"/>
          <w:sz w:val="24"/>
          <w:szCs w:val="24"/>
        </w:rPr>
        <w:t>.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                                                           </w:t>
      </w:r>
      <w:r w:rsidR="00EF0848">
        <w:rPr>
          <w:rFonts w:ascii="Times New Roman" w:hAnsi="Times New Roman" w:cs="Times New Roman"/>
          <w:sz w:val="24"/>
          <w:szCs w:val="24"/>
        </w:rPr>
        <w:t>Г.Н. Пестов</w:t>
      </w:r>
    </w:p>
    <w:p w:rsidR="00946F4F" w:rsidRPr="001A197C" w:rsidRDefault="00946F4F" w:rsidP="001A19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</w:p>
    <w:sectPr w:rsidR="00946F4F" w:rsidRPr="001A197C" w:rsidSect="008D06C5">
      <w:pgSz w:w="11906" w:h="16838" w:code="9"/>
      <w:pgMar w:top="567" w:right="567" w:bottom="1134" w:left="1134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E"/>
    <w:rsid w:val="0000207E"/>
    <w:rsid w:val="000356BF"/>
    <w:rsid w:val="0004676A"/>
    <w:rsid w:val="00073A44"/>
    <w:rsid w:val="000D0012"/>
    <w:rsid w:val="000D41A5"/>
    <w:rsid w:val="000E34C3"/>
    <w:rsid w:val="00101C98"/>
    <w:rsid w:val="00107AFA"/>
    <w:rsid w:val="00147794"/>
    <w:rsid w:val="0016072D"/>
    <w:rsid w:val="00165962"/>
    <w:rsid w:val="00186FDE"/>
    <w:rsid w:val="00191015"/>
    <w:rsid w:val="001958D0"/>
    <w:rsid w:val="001A197C"/>
    <w:rsid w:val="001A3FE0"/>
    <w:rsid w:val="001C42AD"/>
    <w:rsid w:val="001C5B9E"/>
    <w:rsid w:val="001C7B2A"/>
    <w:rsid w:val="001D7621"/>
    <w:rsid w:val="001D7F59"/>
    <w:rsid w:val="001E3D44"/>
    <w:rsid w:val="001F0B5E"/>
    <w:rsid w:val="002050C9"/>
    <w:rsid w:val="00206E00"/>
    <w:rsid w:val="002214FB"/>
    <w:rsid w:val="0022433E"/>
    <w:rsid w:val="00260BF7"/>
    <w:rsid w:val="00290078"/>
    <w:rsid w:val="00294E6B"/>
    <w:rsid w:val="002C1EE3"/>
    <w:rsid w:val="002C318F"/>
    <w:rsid w:val="00336DE2"/>
    <w:rsid w:val="003430FB"/>
    <w:rsid w:val="00351F07"/>
    <w:rsid w:val="003626EC"/>
    <w:rsid w:val="003660D6"/>
    <w:rsid w:val="00372086"/>
    <w:rsid w:val="00372FA4"/>
    <w:rsid w:val="00385521"/>
    <w:rsid w:val="003A28BE"/>
    <w:rsid w:val="003A44D3"/>
    <w:rsid w:val="003B1F5D"/>
    <w:rsid w:val="003D409F"/>
    <w:rsid w:val="003D76F2"/>
    <w:rsid w:val="003E6715"/>
    <w:rsid w:val="003F660C"/>
    <w:rsid w:val="0041213C"/>
    <w:rsid w:val="00436CCA"/>
    <w:rsid w:val="0049780A"/>
    <w:rsid w:val="004C3B98"/>
    <w:rsid w:val="004F2AF3"/>
    <w:rsid w:val="005077C9"/>
    <w:rsid w:val="00521791"/>
    <w:rsid w:val="005467A8"/>
    <w:rsid w:val="00546D36"/>
    <w:rsid w:val="00567041"/>
    <w:rsid w:val="0057375A"/>
    <w:rsid w:val="00574E01"/>
    <w:rsid w:val="005807BF"/>
    <w:rsid w:val="00583B5E"/>
    <w:rsid w:val="005908B3"/>
    <w:rsid w:val="0059606A"/>
    <w:rsid w:val="005A4B01"/>
    <w:rsid w:val="005B1BC3"/>
    <w:rsid w:val="005C2C6F"/>
    <w:rsid w:val="00663B51"/>
    <w:rsid w:val="00671C79"/>
    <w:rsid w:val="00672684"/>
    <w:rsid w:val="00687C98"/>
    <w:rsid w:val="006A3901"/>
    <w:rsid w:val="006C4DA3"/>
    <w:rsid w:val="006D3A32"/>
    <w:rsid w:val="006F02AD"/>
    <w:rsid w:val="00744246"/>
    <w:rsid w:val="00745037"/>
    <w:rsid w:val="00752713"/>
    <w:rsid w:val="00752AD4"/>
    <w:rsid w:val="00753726"/>
    <w:rsid w:val="00781201"/>
    <w:rsid w:val="007B4A34"/>
    <w:rsid w:val="007F042A"/>
    <w:rsid w:val="008008AB"/>
    <w:rsid w:val="008021D7"/>
    <w:rsid w:val="00825865"/>
    <w:rsid w:val="00875C84"/>
    <w:rsid w:val="008914F8"/>
    <w:rsid w:val="008942A9"/>
    <w:rsid w:val="008A33DF"/>
    <w:rsid w:val="008B7E22"/>
    <w:rsid w:val="008C6399"/>
    <w:rsid w:val="008F08D6"/>
    <w:rsid w:val="009012AB"/>
    <w:rsid w:val="00946F4F"/>
    <w:rsid w:val="00950EE7"/>
    <w:rsid w:val="00970C39"/>
    <w:rsid w:val="009819B6"/>
    <w:rsid w:val="009B0362"/>
    <w:rsid w:val="009D2A66"/>
    <w:rsid w:val="00A12CDE"/>
    <w:rsid w:val="00A36446"/>
    <w:rsid w:val="00A50EBA"/>
    <w:rsid w:val="00A65D68"/>
    <w:rsid w:val="00A960A2"/>
    <w:rsid w:val="00A96293"/>
    <w:rsid w:val="00AA3268"/>
    <w:rsid w:val="00AC23E8"/>
    <w:rsid w:val="00AC2485"/>
    <w:rsid w:val="00AF47EF"/>
    <w:rsid w:val="00B16A84"/>
    <w:rsid w:val="00B21282"/>
    <w:rsid w:val="00B3138C"/>
    <w:rsid w:val="00B460F4"/>
    <w:rsid w:val="00B60EB0"/>
    <w:rsid w:val="00B649DA"/>
    <w:rsid w:val="00B72656"/>
    <w:rsid w:val="00B8145C"/>
    <w:rsid w:val="00BA1046"/>
    <w:rsid w:val="00BB1763"/>
    <w:rsid w:val="00BC7950"/>
    <w:rsid w:val="00BE2AD6"/>
    <w:rsid w:val="00BE6B67"/>
    <w:rsid w:val="00BF5ACE"/>
    <w:rsid w:val="00C34BA8"/>
    <w:rsid w:val="00C46D8E"/>
    <w:rsid w:val="00C576D5"/>
    <w:rsid w:val="00C6377F"/>
    <w:rsid w:val="00CB122C"/>
    <w:rsid w:val="00CF6F8E"/>
    <w:rsid w:val="00D11148"/>
    <w:rsid w:val="00D21218"/>
    <w:rsid w:val="00D217BB"/>
    <w:rsid w:val="00D26B37"/>
    <w:rsid w:val="00D5227F"/>
    <w:rsid w:val="00D642B3"/>
    <w:rsid w:val="00D728A5"/>
    <w:rsid w:val="00D83985"/>
    <w:rsid w:val="00D84F11"/>
    <w:rsid w:val="00DA5365"/>
    <w:rsid w:val="00DB0DA2"/>
    <w:rsid w:val="00DD758C"/>
    <w:rsid w:val="00DD7F85"/>
    <w:rsid w:val="00DE5ADA"/>
    <w:rsid w:val="00E259BE"/>
    <w:rsid w:val="00E74F0A"/>
    <w:rsid w:val="00E933EA"/>
    <w:rsid w:val="00E96292"/>
    <w:rsid w:val="00EF0848"/>
    <w:rsid w:val="00EF3FA1"/>
    <w:rsid w:val="00F00840"/>
    <w:rsid w:val="00F41B48"/>
    <w:rsid w:val="00F56AD8"/>
    <w:rsid w:val="00F608EA"/>
    <w:rsid w:val="00F81904"/>
    <w:rsid w:val="00F90FF5"/>
    <w:rsid w:val="00F93617"/>
    <w:rsid w:val="00F93FAE"/>
    <w:rsid w:val="00F9754A"/>
    <w:rsid w:val="00FA6492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55BD-3304-4C0B-AB3D-941E990C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75B2FDFB</Template>
  <TotalTime>161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Сидорова Елена Петровна</cp:lastModifiedBy>
  <cp:revision>29</cp:revision>
  <cp:lastPrinted>2015-01-19T09:06:00Z</cp:lastPrinted>
  <dcterms:created xsi:type="dcterms:W3CDTF">2014-04-08T11:28:00Z</dcterms:created>
  <dcterms:modified xsi:type="dcterms:W3CDTF">2015-04-17T11:45:00Z</dcterms:modified>
</cp:coreProperties>
</file>